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F5" w:rsidRPr="00137EFA" w:rsidRDefault="00724DF5" w:rsidP="00137EFA">
      <w:pPr>
        <w:jc w:val="center"/>
        <w:rPr>
          <w:b/>
          <w:sz w:val="40"/>
          <w:szCs w:val="40"/>
        </w:rPr>
      </w:pPr>
      <w:r w:rsidRPr="00137EFA">
        <w:rPr>
          <w:b/>
          <w:sz w:val="40"/>
          <w:szCs w:val="40"/>
        </w:rPr>
        <w:t>Памятка населению в период весеннего паводка</w:t>
      </w:r>
    </w:p>
    <w:p w:rsidR="00724DF5" w:rsidRDefault="00724DF5" w:rsidP="00137EFA">
      <w:pPr>
        <w:ind w:left="-142"/>
        <w:jc w:val="both"/>
        <w:rPr>
          <w:sz w:val="24"/>
          <w:szCs w:val="24"/>
        </w:rPr>
      </w:pPr>
    </w:p>
    <w:p w:rsidR="00724DF5" w:rsidRDefault="00724DF5" w:rsidP="00137EFA">
      <w:pPr>
        <w:ind w:left="-142"/>
        <w:jc w:val="both"/>
        <w:rPr>
          <w:sz w:val="24"/>
          <w:szCs w:val="24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>В связи с весенними климатическими изменениями после многоснежной зимы, в самое ближайшее время мы можем столкнуться с угрозой подтопления территории населённых пунктов Ленинградской области.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>При обильном таянии снега, подтопление угрожает некоторым участкам поселений, и в первую очередь, домам частного сектора, расположенным в низинах.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  С целью предупреждения утраты и порчи имущества, недопущения несчастных случаев жителям необходимо принять следующие меры: 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Внимательно следить за метеосводками и уровнем воды в водоемах.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Уточнить границы подтопления в районе проживания.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Очистить придомовую территорию от снега, мусора.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Прочистить существующие водоотводы (трубы), находящиеся на придомовой территории обязательно рядом с ней от снега, льда, мусора;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Очистить оголовки водопропускных труб, промыть трубы ливневой канализации от грязи.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Подготовить набор самого необходимого на случай, если Ваш дом окажется отрезанным от   «большой земли».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Заранее продумать, куда убрать домашних животных, скот.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Домашние вещи, продукты питания из погребов и подвалов по возможности перенести на верхние   этажи, чердаки и другие возвышенные места.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Во дворе оставить как можно меньше хозяйственной утвари, иначе вода унесет ее с собой.  Если убрать вещи нет возможности, привяжите их.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Емкости с бензином, керосином и др.горючими жидкостями хорошо закрыть, исключив возможность   опрокидывания или выдавливания.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Пожилых людей, больных, детей на время паводка лучше отвезти в безопасные места.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• Предусмотреть водооткачивающие средства: бытовые электронасосы (по возможности), ведра, лопаты и т.д.</w:t>
      </w:r>
    </w:p>
    <w:p w:rsidR="00724DF5" w:rsidRDefault="00724DF5" w:rsidP="00137EFA">
      <w:pPr>
        <w:spacing w:line="276" w:lineRule="auto"/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Рекомендуем населению застраховать свое имущество во избежание нанесения материального ущерба весенним паводком.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24DF5" w:rsidRPr="00137EFA" w:rsidRDefault="00724DF5" w:rsidP="00137EFA">
      <w:pPr>
        <w:rPr>
          <w:b/>
          <w:sz w:val="28"/>
          <w:szCs w:val="28"/>
        </w:rPr>
      </w:pPr>
      <w:bookmarkStart w:id="0" w:name="_GoBack"/>
      <w:r w:rsidRPr="00137EFA">
        <w:rPr>
          <w:b/>
          <w:sz w:val="28"/>
          <w:szCs w:val="28"/>
        </w:rPr>
        <w:t xml:space="preserve"> Наибольшую опасность весенний паводок представляет для детей.</w:t>
      </w:r>
    </w:p>
    <w:bookmarkEnd w:id="0"/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Оставаясь без присмотра родителей и старших, не зная мер безопасности, так как чувство опасности у ребенка слабее любопытства, играют они на обрывистом берегу, а иногда катаются на льдинах водоема. Такая беспечность порой кончается трагически. Весной нужно усилить контроль за местами игр детей.</w:t>
      </w: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24DF5" w:rsidRPr="00137EFA" w:rsidRDefault="00724DF5" w:rsidP="00137EFA">
      <w:pPr>
        <w:rPr>
          <w:b/>
          <w:sz w:val="28"/>
          <w:szCs w:val="28"/>
        </w:rPr>
      </w:pPr>
      <w:r w:rsidRPr="00137EFA">
        <w:rPr>
          <w:b/>
          <w:sz w:val="28"/>
          <w:szCs w:val="28"/>
        </w:rPr>
        <w:t xml:space="preserve">РОДИТЕЛИ И ПЕДАГОГИ! 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Не допускайте детей к водоемам без надзора взрослых, особенно во время ледохода; предупредите их об опасности нахождения на льду при вскрытии реки или озера. Расскажите детям о правилах поведения в период паводка, запрещайте им шалить у воды, пресекайте лихачество. Оторванная льдина, холодная вода, быстрое течение грозят гибелью. Помните, что в период паводка, даже при незначительном ледоходе, несчастные случаи чаще всего происходят с детьми. Разъясните детям меры предосторожности в период ледохода и весеннего паводка.</w:t>
      </w: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>ШКОЛЬНИКИ!</w:t>
      </w:r>
    </w:p>
    <w:p w:rsidR="00724DF5" w:rsidRDefault="00724DF5" w:rsidP="00137EFA">
      <w:pPr>
        <w:widowControl/>
        <w:numPr>
          <w:ilvl w:val="0"/>
          <w:numId w:val="1"/>
        </w:numPr>
        <w:autoSpaceDE/>
        <w:adjustRightInd/>
        <w:ind w:left="284" w:hanging="284"/>
        <w:rPr>
          <w:sz w:val="28"/>
          <w:szCs w:val="28"/>
        </w:rPr>
      </w:pPr>
      <w:r>
        <w:rPr>
          <w:sz w:val="28"/>
          <w:szCs w:val="28"/>
        </w:rPr>
        <w:t>Не выходите на лед во время весеннего паводка.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• Не стойте на обрывистых и подмытых берегах - они могут обвалиться.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• Когда вы наблюдаете за ледоходом с моста, набережной причала, нельзя перегибаться через перила и другие ограждения.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• Если вы оказались свидетелем несчастного случая на реке или озере, то не теряйтесь, не убегайте домой, а громко зовите на помощь, взрослые услышат и смогут выручить из беды.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• Будьте осторожны во время весеннего паводка и ледохода.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• Не подвергайте свою жизнь опасности!</w:t>
      </w: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24DF5" w:rsidRDefault="00724DF5" w:rsidP="00137E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период весеннего паводка и ледохода запрещается: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- выходить в весенний период на водоемы;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- переправляться через реку в период ледохода;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- подходить близко к реке в местах затора льда,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- стоять на обрывистом берегу, подвергающемуся разливу и обвалу;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- собираться на мостиках, плотинах и запрудах;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- приближаться к ледяным заторам, отталкивать льдины от берегов,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- измерять глубину реки или любого водоема,</w:t>
      </w:r>
    </w:p>
    <w:p w:rsidR="00724DF5" w:rsidRDefault="00724DF5" w:rsidP="00137EFA">
      <w:pPr>
        <w:rPr>
          <w:sz w:val="28"/>
          <w:szCs w:val="28"/>
        </w:rPr>
      </w:pPr>
    </w:p>
    <w:p w:rsidR="00724DF5" w:rsidRDefault="00724DF5" w:rsidP="00137EFA">
      <w:pPr>
        <w:rPr>
          <w:sz w:val="28"/>
          <w:szCs w:val="28"/>
        </w:rPr>
      </w:pPr>
      <w:r>
        <w:rPr>
          <w:sz w:val="28"/>
          <w:szCs w:val="28"/>
        </w:rPr>
        <w:t xml:space="preserve"> - ходить по льдинам и кататься на них.</w:t>
      </w:r>
    </w:p>
    <w:p w:rsidR="00724DF5" w:rsidRPr="002930A4" w:rsidRDefault="00724DF5">
      <w:pPr>
        <w:rPr>
          <w:sz w:val="28"/>
          <w:szCs w:val="28"/>
        </w:rPr>
      </w:pPr>
    </w:p>
    <w:sectPr w:rsidR="00724DF5" w:rsidRPr="002930A4" w:rsidSect="002930A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30869"/>
    <w:multiLevelType w:val="hybridMultilevel"/>
    <w:tmpl w:val="B4246D54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95"/>
    <w:rsid w:val="00137EFA"/>
    <w:rsid w:val="002930A4"/>
    <w:rsid w:val="002C3F58"/>
    <w:rsid w:val="00475A03"/>
    <w:rsid w:val="00724DF5"/>
    <w:rsid w:val="00CB0F95"/>
    <w:rsid w:val="00DA5128"/>
    <w:rsid w:val="00EE1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EF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78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550</Words>
  <Characters>3139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Melnikov</dc:creator>
  <cp:keywords/>
  <dc:description/>
  <cp:lastModifiedBy>User</cp:lastModifiedBy>
  <cp:revision>5</cp:revision>
  <dcterms:created xsi:type="dcterms:W3CDTF">2013-04-02T05:01:00Z</dcterms:created>
  <dcterms:modified xsi:type="dcterms:W3CDTF">2015-03-17T11:58:00Z</dcterms:modified>
</cp:coreProperties>
</file>